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A1B5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7CBCB94" w14:textId="77777777" w:rsidTr="00146EEC">
        <w:tc>
          <w:tcPr>
            <w:tcW w:w="2689" w:type="dxa"/>
          </w:tcPr>
          <w:p w14:paraId="43D77D8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CF82C6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48F5C9A" w14:textId="77777777" w:rsidTr="00146EEC">
        <w:tc>
          <w:tcPr>
            <w:tcW w:w="2689" w:type="dxa"/>
          </w:tcPr>
          <w:p w14:paraId="004D98AE" w14:textId="1B378EC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F80FB0">
              <w:t xml:space="preserve"> 1</w:t>
            </w:r>
          </w:p>
        </w:tc>
        <w:tc>
          <w:tcPr>
            <w:tcW w:w="6939" w:type="dxa"/>
          </w:tcPr>
          <w:p w14:paraId="3BE6E942" w14:textId="1A45AEFB" w:rsidR="00F1480E" w:rsidRPr="000754EC" w:rsidRDefault="00634E41" w:rsidP="000754EC">
            <w:pPr>
              <w:pStyle w:val="SIText"/>
            </w:pPr>
            <w:r w:rsidRPr="00634E41">
              <w:t>This version released with FBP Food, Beverage and Pharmaceut</w:t>
            </w:r>
            <w:r w:rsidR="00F80FB0">
              <w:t>icals Training Package version 2</w:t>
            </w:r>
            <w:r w:rsidRPr="00634E41">
              <w:t>.0.</w:t>
            </w:r>
          </w:p>
        </w:tc>
      </w:tr>
    </w:tbl>
    <w:p w14:paraId="2AE036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34E41" w:rsidRPr="00963A46" w14:paraId="57DC65B4" w14:textId="77777777" w:rsidTr="00C430C4">
        <w:trPr>
          <w:trHeight w:val="491"/>
          <w:tblHeader/>
        </w:trPr>
        <w:tc>
          <w:tcPr>
            <w:tcW w:w="1396" w:type="pct"/>
            <w:shd w:val="clear" w:color="auto" w:fill="auto"/>
          </w:tcPr>
          <w:p w14:paraId="76A00236" w14:textId="6109CD58" w:rsidR="00634E41" w:rsidRPr="00634E41" w:rsidRDefault="00FC17F9" w:rsidP="00634E41">
            <w:pPr>
              <w:pStyle w:val="SIUNITCODE"/>
            </w:pPr>
            <w:r>
              <w:t>FBPCDS</w:t>
            </w:r>
            <w:r w:rsidR="00634E41" w:rsidRPr="00634E41">
              <w:t>2004</w:t>
            </w:r>
          </w:p>
        </w:tc>
        <w:tc>
          <w:tcPr>
            <w:tcW w:w="3604" w:type="pct"/>
            <w:shd w:val="clear" w:color="auto" w:fill="auto"/>
          </w:tcPr>
          <w:p w14:paraId="7381DBDB" w14:textId="77777777" w:rsidR="00634E41" w:rsidRPr="00634E41" w:rsidRDefault="00634E41" w:rsidP="00634E41">
            <w:pPr>
              <w:pStyle w:val="SIUnittitle"/>
            </w:pPr>
            <w:r w:rsidRPr="00634E41">
              <w:t>Perform cellar door stock control procedure</w:t>
            </w:r>
          </w:p>
        </w:tc>
      </w:tr>
      <w:tr w:rsidR="00634E41" w:rsidRPr="00963A46" w14:paraId="6A4C2247" w14:textId="77777777" w:rsidTr="00CA2922">
        <w:tc>
          <w:tcPr>
            <w:tcW w:w="1396" w:type="pct"/>
            <w:shd w:val="clear" w:color="auto" w:fill="auto"/>
          </w:tcPr>
          <w:p w14:paraId="73F3A9A2" w14:textId="5017A666" w:rsidR="00634E41" w:rsidRPr="00634E41" w:rsidRDefault="00634E41" w:rsidP="00634E41">
            <w:pPr>
              <w:pStyle w:val="SIHeading2"/>
            </w:pPr>
            <w:r w:rsidRPr="00634E41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5BF8EAE" w14:textId="540843B4" w:rsidR="00634E41" w:rsidRPr="00634E41" w:rsidRDefault="00634E41" w:rsidP="00634E41">
            <w:pPr>
              <w:pStyle w:val="SIText"/>
            </w:pPr>
            <w:r w:rsidRPr="00634E41">
              <w:t>This unit of competency describes the skills and knowledge required to receive, unpack and dispatch wine and cellar door goods and to participate in stocktaking.</w:t>
            </w:r>
            <w:r w:rsidR="00671BE9">
              <w:br/>
            </w:r>
          </w:p>
          <w:p w14:paraId="00D19988" w14:textId="0D1FE2F2" w:rsidR="00634E41" w:rsidRPr="00634E41" w:rsidRDefault="00634E41" w:rsidP="00634E41">
            <w:pPr>
              <w:pStyle w:val="SIText"/>
            </w:pPr>
            <w:r w:rsidRPr="00634E41">
              <w:t xml:space="preserve">The unit applies to individuals who work in cellar door </w:t>
            </w:r>
            <w:r w:rsidR="00997C8F">
              <w:t>operations</w:t>
            </w:r>
            <w:r w:rsidRPr="00634E41">
              <w:t xml:space="preserve"> in the wine industry</w:t>
            </w:r>
            <w:r w:rsidR="00AA36A6">
              <w:t xml:space="preserve">. </w:t>
            </w:r>
            <w:r w:rsidR="00AA36A6" w:rsidRPr="00AA36A6">
              <w:t>Individuals generally work under supervision but have some autonomy and accountability for their own work.</w:t>
            </w:r>
            <w:r w:rsidR="00671BE9">
              <w:br/>
            </w:r>
          </w:p>
          <w:p w14:paraId="20B36C67" w14:textId="1B521165" w:rsidR="00AA36A6" w:rsidRDefault="00AA36A6" w:rsidP="00B56761">
            <w:pPr>
              <w:pStyle w:val="SIText"/>
              <w:rPr>
                <w:rFonts w:eastAsiaTheme="minorHAnsi"/>
              </w:rPr>
            </w:pPr>
            <w:r w:rsidRPr="00AA36A6">
              <w:rPr>
                <w:rFonts w:eastAsiaTheme="minorHAnsi"/>
              </w:rPr>
              <w:t xml:space="preserve">All work must be carried out to comply with workplace procedures, in accordance with </w:t>
            </w:r>
            <w:r w:rsidR="001A08BF">
              <w:rPr>
                <w:rFonts w:eastAsiaTheme="minorHAnsi"/>
              </w:rPr>
              <w:t>state/territory</w:t>
            </w:r>
            <w:r w:rsidRPr="00AA36A6">
              <w:rPr>
                <w:rFonts w:eastAsiaTheme="minorHAnsi"/>
              </w:rPr>
              <w:t xml:space="preserve"> work health and safety, and food safety regulations, legislation and standards that apply to the workplace.</w:t>
            </w:r>
          </w:p>
          <w:p w14:paraId="5A8AB7CA" w14:textId="77777777" w:rsidR="00AA36A6" w:rsidRDefault="00AA36A6" w:rsidP="00B56761">
            <w:pPr>
              <w:pStyle w:val="SIText"/>
            </w:pPr>
          </w:p>
          <w:p w14:paraId="38544DBD" w14:textId="1E5268C9" w:rsidR="00634E41" w:rsidRDefault="00634E41" w:rsidP="00B56761">
            <w:pPr>
              <w:pStyle w:val="SIText"/>
            </w:pPr>
            <w:r w:rsidRPr="00634E41">
              <w:t>No occupational licensing, legislative or certification requirements apply to this unit at the time of publication.</w:t>
            </w:r>
            <w:r w:rsidR="00671BE9">
              <w:br/>
            </w:r>
          </w:p>
          <w:p w14:paraId="03FBB49A" w14:textId="512924B6" w:rsidR="004D320E" w:rsidRPr="00634E41" w:rsidRDefault="004D320E" w:rsidP="004D320E">
            <w:pPr>
              <w:pStyle w:val="SIText"/>
            </w:pPr>
          </w:p>
        </w:tc>
      </w:tr>
      <w:tr w:rsidR="00634E41" w:rsidRPr="00963A46" w14:paraId="4B913988" w14:textId="77777777" w:rsidTr="00C430C4">
        <w:trPr>
          <w:trHeight w:val="436"/>
        </w:trPr>
        <w:tc>
          <w:tcPr>
            <w:tcW w:w="1396" w:type="pct"/>
            <w:shd w:val="clear" w:color="auto" w:fill="auto"/>
          </w:tcPr>
          <w:p w14:paraId="05CBFB2F" w14:textId="77777777" w:rsidR="00634E41" w:rsidRPr="00634E41" w:rsidRDefault="00634E41" w:rsidP="00634E41">
            <w:pPr>
              <w:pStyle w:val="SIHeading2"/>
            </w:pPr>
            <w:r w:rsidRPr="00634E41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D6FF830" w14:textId="14A03734" w:rsidR="00634E41" w:rsidRPr="00634E41" w:rsidRDefault="004D320E" w:rsidP="00634E41">
            <w:pPr>
              <w:pStyle w:val="SIText"/>
            </w:pPr>
            <w:r>
              <w:t>Nil</w:t>
            </w:r>
          </w:p>
        </w:tc>
      </w:tr>
      <w:tr w:rsidR="00634E41" w:rsidRPr="00963A46" w14:paraId="6EA07035" w14:textId="77777777" w:rsidTr="00CA2922">
        <w:tc>
          <w:tcPr>
            <w:tcW w:w="1396" w:type="pct"/>
            <w:shd w:val="clear" w:color="auto" w:fill="auto"/>
          </w:tcPr>
          <w:p w14:paraId="1D58E60F" w14:textId="77777777" w:rsidR="00634E41" w:rsidRPr="00634E41" w:rsidRDefault="00634E41" w:rsidP="00634E41">
            <w:pPr>
              <w:pStyle w:val="SIHeading2"/>
            </w:pPr>
            <w:r w:rsidRPr="00634E41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7E8425" w14:textId="617287E7" w:rsidR="00634E41" w:rsidRPr="00634E41" w:rsidRDefault="00634E41" w:rsidP="00634E41">
            <w:pPr>
              <w:pStyle w:val="SIText"/>
            </w:pPr>
            <w:r w:rsidRPr="00634E41">
              <w:t>Cellar Door</w:t>
            </w:r>
            <w:r w:rsidR="00997C8F">
              <w:t xml:space="preserve"> </w:t>
            </w:r>
            <w:r w:rsidRPr="00634E41">
              <w:t>(CDS)</w:t>
            </w:r>
          </w:p>
        </w:tc>
      </w:tr>
    </w:tbl>
    <w:p w14:paraId="1BFD89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FD537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8A40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AE861D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DC6DD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789D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4309D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34E41" w:rsidRPr="00963A46" w14:paraId="3C1AD0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6EC5EA" w14:textId="7E567FFD" w:rsidR="00634E41" w:rsidRPr="00634E41" w:rsidRDefault="00634E41" w:rsidP="001740A7">
            <w:pPr>
              <w:pStyle w:val="SIText"/>
            </w:pPr>
            <w:r w:rsidRPr="00634E41">
              <w:t>1</w:t>
            </w:r>
            <w:r w:rsidR="00F80FB0">
              <w:t>.</w:t>
            </w:r>
            <w:r w:rsidRPr="00634E41">
              <w:t xml:space="preserve"> Receive and process incoming goods</w:t>
            </w:r>
          </w:p>
        </w:tc>
        <w:tc>
          <w:tcPr>
            <w:tcW w:w="3604" w:type="pct"/>
            <w:shd w:val="clear" w:color="auto" w:fill="auto"/>
          </w:tcPr>
          <w:p w14:paraId="449D1B4D" w14:textId="3CAE68EA" w:rsidR="00FB5460" w:rsidRDefault="00634E41" w:rsidP="00FB5460">
            <w:pPr>
              <w:pStyle w:val="SIText"/>
            </w:pPr>
            <w:r w:rsidRPr="00634E41">
              <w:t xml:space="preserve">1.1 </w:t>
            </w:r>
            <w:r w:rsidR="00FB5460">
              <w:rPr>
                <w:rFonts w:eastAsiaTheme="minorHAnsi"/>
                <w:lang w:val="en-US"/>
              </w:rPr>
              <w:t>Confirm</w:t>
            </w:r>
            <w:r w:rsidR="00C430C4">
              <w:rPr>
                <w:rFonts w:eastAsiaTheme="minorHAnsi"/>
              </w:rPr>
              <w:t xml:space="preserve"> </w:t>
            </w:r>
            <w:r w:rsidR="00A1550B">
              <w:rPr>
                <w:rFonts w:eastAsiaTheme="minorHAnsi"/>
              </w:rPr>
              <w:t>job requirements</w:t>
            </w:r>
            <w:r w:rsidR="00FB5460">
              <w:rPr>
                <w:rFonts w:eastAsiaTheme="minorHAnsi"/>
                <w:lang w:val="en-US"/>
              </w:rPr>
              <w:t xml:space="preserve"> and identify potential </w:t>
            </w:r>
            <w:r w:rsidR="00A1550B">
              <w:rPr>
                <w:rFonts w:eastAsiaTheme="minorHAnsi"/>
              </w:rPr>
              <w:t>workplace</w:t>
            </w:r>
            <w:r w:rsidR="00A1550B">
              <w:rPr>
                <w:rFonts w:eastAsiaTheme="minorHAnsi"/>
                <w:lang w:val="en-US"/>
              </w:rPr>
              <w:t xml:space="preserve"> </w:t>
            </w:r>
            <w:r w:rsidR="00FB5460">
              <w:rPr>
                <w:rFonts w:eastAsiaTheme="minorHAnsi"/>
                <w:lang w:val="en-US"/>
              </w:rPr>
              <w:t xml:space="preserve">hazards and controls </w:t>
            </w:r>
            <w:r w:rsidR="001A08BF">
              <w:rPr>
                <w:rFonts w:eastAsiaTheme="minorHAnsi"/>
              </w:rPr>
              <w:t xml:space="preserve">according to </w:t>
            </w:r>
            <w:r w:rsidR="00FB5460">
              <w:rPr>
                <w:rFonts w:eastAsiaTheme="minorHAnsi"/>
                <w:lang w:val="en-US"/>
              </w:rPr>
              <w:t>workplace procedures</w:t>
            </w:r>
          </w:p>
          <w:p w14:paraId="7BABA906" w14:textId="17E6820F" w:rsidR="00634E41" w:rsidRPr="00634E41" w:rsidRDefault="00FB5460" w:rsidP="001740A7">
            <w:pPr>
              <w:pStyle w:val="SIText"/>
            </w:pPr>
            <w:r>
              <w:t xml:space="preserve">1.2 </w:t>
            </w:r>
            <w:r w:rsidR="00634E41" w:rsidRPr="00634E41">
              <w:t xml:space="preserve">Maintain cleanliness and </w:t>
            </w:r>
            <w:r w:rsidR="00CF0A4E">
              <w:t>neatness</w:t>
            </w:r>
            <w:r w:rsidR="00CF0A4E" w:rsidRPr="00634E41">
              <w:t xml:space="preserve"> </w:t>
            </w:r>
            <w:r w:rsidR="00634E41" w:rsidRPr="00634E41">
              <w:t xml:space="preserve">in receiving bay </w:t>
            </w:r>
            <w:r w:rsidR="001A08BF">
              <w:t>according to workplace procedures</w:t>
            </w:r>
          </w:p>
          <w:p w14:paraId="038057AD" w14:textId="5BDC886E" w:rsidR="00634E41" w:rsidRDefault="00634E41" w:rsidP="001740A7">
            <w:pPr>
              <w:pStyle w:val="SIText"/>
            </w:pPr>
            <w:r w:rsidRPr="00634E41">
              <w:t>1.</w:t>
            </w:r>
            <w:r w:rsidR="00475F3A">
              <w:t>3</w:t>
            </w:r>
            <w:r w:rsidRPr="00634E41">
              <w:t xml:space="preserve"> Select</w:t>
            </w:r>
            <w:r w:rsidR="00FB5460">
              <w:t xml:space="preserve"> and use </w:t>
            </w:r>
            <w:r w:rsidRPr="00634E41">
              <w:t xml:space="preserve">personal protective equipment </w:t>
            </w:r>
            <w:r w:rsidR="00987A9C">
              <w:t xml:space="preserve">and manual handling equipment </w:t>
            </w:r>
            <w:r w:rsidR="00FB5460">
              <w:t xml:space="preserve">relevant to the job </w:t>
            </w:r>
            <w:r w:rsidR="00A1550B">
              <w:t>requirements</w:t>
            </w:r>
          </w:p>
          <w:p w14:paraId="51C5408C" w14:textId="6DBCF9B8" w:rsidR="00FB5460" w:rsidRPr="00634E41" w:rsidRDefault="00475F3A" w:rsidP="00FB5460">
            <w:pPr>
              <w:pStyle w:val="SIText"/>
            </w:pPr>
            <w:r>
              <w:t>1.4</w:t>
            </w:r>
            <w:r w:rsidR="00FB5460" w:rsidRPr="00634E41">
              <w:t xml:space="preserve"> Check incoming stock and validate against purchase orders and delivery documentation</w:t>
            </w:r>
          </w:p>
          <w:p w14:paraId="7222BB88" w14:textId="2C9DDCE6" w:rsidR="00F97EA1" w:rsidRPr="00634E41" w:rsidRDefault="00FB2A90" w:rsidP="001740A7">
            <w:pPr>
              <w:pStyle w:val="SIText"/>
            </w:pPr>
            <w:r>
              <w:t xml:space="preserve">1.5 Unpack </w:t>
            </w:r>
            <w:r w:rsidR="00F97EA1">
              <w:t>incoming goods safely</w:t>
            </w:r>
            <w:r>
              <w:t xml:space="preserve"> and dispose of waste in accordance with workplace procedures</w:t>
            </w:r>
          </w:p>
          <w:p w14:paraId="2A02502B" w14:textId="004A94A5" w:rsidR="00634E41" w:rsidRPr="00634E41" w:rsidRDefault="00634E41" w:rsidP="001740A7">
            <w:pPr>
              <w:pStyle w:val="SIText"/>
            </w:pPr>
            <w:r w:rsidRPr="00634E41">
              <w:t>1.</w:t>
            </w:r>
            <w:r w:rsidR="00FB2A90">
              <w:t>6</w:t>
            </w:r>
            <w:r w:rsidRPr="00634E41">
              <w:t xml:space="preserve"> Inspect items received for damage, quality, use-by dates, breakage or discrepancies and record issues</w:t>
            </w:r>
          </w:p>
          <w:p w14:paraId="35CA3E8A" w14:textId="48351D09" w:rsidR="00634E41" w:rsidRPr="00634E41" w:rsidRDefault="00634E41" w:rsidP="001740A7">
            <w:pPr>
              <w:pStyle w:val="SIText"/>
            </w:pPr>
            <w:r w:rsidRPr="00634E41">
              <w:t>1.</w:t>
            </w:r>
            <w:r w:rsidR="00FB2A90">
              <w:t>7</w:t>
            </w:r>
            <w:r w:rsidRPr="00634E41">
              <w:t xml:space="preserve"> Record stock levels on workplace stock systems</w:t>
            </w:r>
          </w:p>
          <w:p w14:paraId="2ACE0176" w14:textId="67727380" w:rsidR="00634E41" w:rsidRPr="00634E41" w:rsidRDefault="00634E41" w:rsidP="00043C4E">
            <w:pPr>
              <w:pStyle w:val="SIText"/>
            </w:pPr>
            <w:r w:rsidRPr="00634E41">
              <w:t>1.</w:t>
            </w:r>
            <w:r w:rsidR="00FB2A90">
              <w:t>8</w:t>
            </w:r>
            <w:r w:rsidRPr="00634E41">
              <w:t xml:space="preserve"> Arrange secure </w:t>
            </w:r>
            <w:r w:rsidR="00043C4E">
              <w:t xml:space="preserve">transfer, </w:t>
            </w:r>
            <w:r w:rsidRPr="00634E41">
              <w:t>storage</w:t>
            </w:r>
            <w:r w:rsidR="00043C4E">
              <w:t>, pricing and labelling</w:t>
            </w:r>
            <w:r w:rsidRPr="00634E41">
              <w:t xml:space="preserve"> of stock</w:t>
            </w:r>
            <w:r w:rsidR="00043C4E">
              <w:t xml:space="preserve"> according to workplace procedures</w:t>
            </w:r>
          </w:p>
        </w:tc>
      </w:tr>
      <w:tr w:rsidR="00634E41" w:rsidRPr="00963A46" w14:paraId="4DECFB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C646A2" w14:textId="5778FE93" w:rsidR="00634E41" w:rsidRPr="00634E41" w:rsidRDefault="00634E41" w:rsidP="001740A7">
            <w:pPr>
              <w:pStyle w:val="SIText"/>
            </w:pPr>
            <w:r w:rsidRPr="00634E41">
              <w:t>2</w:t>
            </w:r>
            <w:r w:rsidR="00F80FB0">
              <w:t>.</w:t>
            </w:r>
            <w:r w:rsidRPr="00634E41">
              <w:t xml:space="preserve"> Rotate stock</w:t>
            </w:r>
          </w:p>
        </w:tc>
        <w:tc>
          <w:tcPr>
            <w:tcW w:w="3604" w:type="pct"/>
            <w:shd w:val="clear" w:color="auto" w:fill="auto"/>
          </w:tcPr>
          <w:p w14:paraId="7D584CC1" w14:textId="03317E2B" w:rsidR="003D40D6" w:rsidRDefault="00634E41" w:rsidP="001740A7">
            <w:pPr>
              <w:pStyle w:val="SIText"/>
            </w:pPr>
            <w:r w:rsidRPr="00634E41">
              <w:t xml:space="preserve">2.1 Carry out </w:t>
            </w:r>
            <w:r w:rsidR="003D40D6">
              <w:t>routine</w:t>
            </w:r>
            <w:r w:rsidR="007E3731">
              <w:t xml:space="preserve"> rotation of merchandise</w:t>
            </w:r>
            <w:r w:rsidRPr="00634E41">
              <w:t xml:space="preserve"> </w:t>
            </w:r>
            <w:r w:rsidR="00043C4E">
              <w:t xml:space="preserve">and wrapping and packing materials according to workplace </w:t>
            </w:r>
            <w:r w:rsidRPr="00634E41">
              <w:t>procedures</w:t>
            </w:r>
          </w:p>
          <w:p w14:paraId="3AE06770" w14:textId="769503C0" w:rsidR="00634E41" w:rsidRPr="00634E41" w:rsidRDefault="00634E41" w:rsidP="007A6DC2">
            <w:pPr>
              <w:pStyle w:val="SIText"/>
            </w:pPr>
            <w:r w:rsidRPr="00634E41">
              <w:t>2.</w:t>
            </w:r>
            <w:r w:rsidR="003D40D6">
              <w:t>3</w:t>
            </w:r>
            <w:r w:rsidRPr="00634E41">
              <w:t xml:space="preserve"> </w:t>
            </w:r>
            <w:r w:rsidR="007E3731">
              <w:t xml:space="preserve">Store or dispose of excess stock </w:t>
            </w:r>
            <w:r w:rsidRPr="00634E41">
              <w:t>according to workplace procedures</w:t>
            </w:r>
          </w:p>
        </w:tc>
      </w:tr>
      <w:tr w:rsidR="00634E41" w:rsidRPr="00963A46" w14:paraId="35D811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66C5A9" w14:textId="08B3C632" w:rsidR="00634E41" w:rsidRPr="00634E41" w:rsidRDefault="00F80FB0" w:rsidP="008B660A">
            <w:pPr>
              <w:pStyle w:val="SIText"/>
            </w:pPr>
            <w:r>
              <w:t xml:space="preserve">3. </w:t>
            </w:r>
            <w:r w:rsidR="008B660A">
              <w:t>Undertake minor</w:t>
            </w:r>
            <w:r w:rsidR="00CE6933">
              <w:t xml:space="preserve"> </w:t>
            </w:r>
            <w:r w:rsidR="00634E41" w:rsidRPr="00634E41">
              <w:t>stocktake</w:t>
            </w:r>
            <w:r w:rsidR="008B660A">
              <w:t>s</w:t>
            </w:r>
          </w:p>
        </w:tc>
        <w:tc>
          <w:tcPr>
            <w:tcW w:w="3604" w:type="pct"/>
            <w:shd w:val="clear" w:color="auto" w:fill="auto"/>
          </w:tcPr>
          <w:p w14:paraId="5CB9ABE0" w14:textId="73C72435" w:rsidR="00634E41" w:rsidRPr="00634E41" w:rsidRDefault="00634E41" w:rsidP="001740A7">
            <w:pPr>
              <w:pStyle w:val="SIText"/>
            </w:pPr>
            <w:r w:rsidRPr="00634E41">
              <w:t xml:space="preserve">3.1 </w:t>
            </w:r>
            <w:r w:rsidR="00CE6933">
              <w:t>Undertake routine</w:t>
            </w:r>
            <w:r w:rsidRPr="00634E41">
              <w:t xml:space="preserve"> cyclical </w:t>
            </w:r>
            <w:r w:rsidR="00CE6933">
              <w:t xml:space="preserve">stock </w:t>
            </w:r>
            <w:r w:rsidRPr="00634E41">
              <w:t xml:space="preserve">counts </w:t>
            </w:r>
            <w:r w:rsidR="007E3731">
              <w:t>according to</w:t>
            </w:r>
            <w:r w:rsidR="007E3731" w:rsidRPr="00634E41">
              <w:t xml:space="preserve"> </w:t>
            </w:r>
            <w:r w:rsidRPr="00634E41">
              <w:t>workplace procedures</w:t>
            </w:r>
          </w:p>
          <w:p w14:paraId="1A1BAF68" w14:textId="39C5005D" w:rsidR="00CE6933" w:rsidRDefault="00634E41" w:rsidP="001740A7">
            <w:pPr>
              <w:pStyle w:val="SIText"/>
            </w:pPr>
            <w:r w:rsidRPr="00634E41">
              <w:t xml:space="preserve">3.2 </w:t>
            </w:r>
            <w:r w:rsidR="00CE6933">
              <w:t>Update</w:t>
            </w:r>
            <w:r w:rsidR="00CE6933" w:rsidRPr="00634E41">
              <w:t xml:space="preserve"> </w:t>
            </w:r>
            <w:r w:rsidRPr="00634E41">
              <w:t xml:space="preserve">stock records documentation </w:t>
            </w:r>
            <w:r w:rsidR="007E3731">
              <w:t xml:space="preserve">according to stock control </w:t>
            </w:r>
            <w:r w:rsidRPr="00634E41">
              <w:t xml:space="preserve">system </w:t>
            </w:r>
          </w:p>
          <w:p w14:paraId="567DDEC5" w14:textId="3726F60B" w:rsidR="00634E41" w:rsidRPr="00634E41" w:rsidRDefault="00CE6933" w:rsidP="007A6DC2">
            <w:pPr>
              <w:pStyle w:val="SIText"/>
            </w:pPr>
            <w:r>
              <w:t>3.3 Report stock</w:t>
            </w:r>
            <w:r w:rsidR="00634E41" w:rsidRPr="00634E41">
              <w:t xml:space="preserve"> discrepancies </w:t>
            </w:r>
            <w:r w:rsidR="007E3731">
              <w:t>according to</w:t>
            </w:r>
            <w:r>
              <w:t xml:space="preserve"> workplace procedures</w:t>
            </w:r>
          </w:p>
        </w:tc>
      </w:tr>
      <w:tr w:rsidR="00634E41" w:rsidRPr="00963A46" w14:paraId="0D521B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14A447" w14:textId="3721C7B9" w:rsidR="00634E41" w:rsidRPr="00634E41" w:rsidRDefault="00634E41" w:rsidP="001740A7">
            <w:pPr>
              <w:pStyle w:val="SIText"/>
            </w:pPr>
            <w:r w:rsidRPr="00634E41">
              <w:t>4</w:t>
            </w:r>
            <w:r w:rsidR="00F80FB0">
              <w:t>.</w:t>
            </w:r>
            <w:r w:rsidRPr="00634E41">
              <w:t xml:space="preserve"> </w:t>
            </w:r>
            <w:r>
              <w:t>Reorder stock</w:t>
            </w:r>
          </w:p>
        </w:tc>
        <w:tc>
          <w:tcPr>
            <w:tcW w:w="3604" w:type="pct"/>
            <w:shd w:val="clear" w:color="auto" w:fill="auto"/>
          </w:tcPr>
          <w:p w14:paraId="5BEF1A79" w14:textId="3112F154" w:rsidR="00634E41" w:rsidRPr="00634E41" w:rsidRDefault="00634E41" w:rsidP="001740A7">
            <w:pPr>
              <w:pStyle w:val="SIText"/>
            </w:pPr>
            <w:r w:rsidRPr="00634E41">
              <w:t xml:space="preserve">4.1 Identify minimum stock levels </w:t>
            </w:r>
            <w:r w:rsidR="007E3731">
              <w:t>according to</w:t>
            </w:r>
            <w:r w:rsidRPr="00634E41">
              <w:t xml:space="preserve"> workplace </w:t>
            </w:r>
            <w:r w:rsidR="001A08BF">
              <w:t>procedures</w:t>
            </w:r>
          </w:p>
          <w:p w14:paraId="7ED77642" w14:textId="66338C63" w:rsidR="00634E41" w:rsidRPr="00634E41" w:rsidRDefault="00634E41" w:rsidP="001740A7">
            <w:pPr>
              <w:pStyle w:val="SIText"/>
            </w:pPr>
            <w:r w:rsidRPr="00634E41">
              <w:t xml:space="preserve">4.2 </w:t>
            </w:r>
            <w:r w:rsidR="001C34C6">
              <w:t xml:space="preserve">Place required orders using </w:t>
            </w:r>
            <w:r w:rsidRPr="00634E41">
              <w:t>stock requisition form</w:t>
            </w:r>
            <w:r w:rsidR="001C34C6">
              <w:t>s</w:t>
            </w:r>
            <w:r w:rsidRPr="00634E41">
              <w:t xml:space="preserve"> or electronic </w:t>
            </w:r>
            <w:r w:rsidR="001C34C6">
              <w:t>system</w:t>
            </w:r>
          </w:p>
          <w:p w14:paraId="2AE0CE2B" w14:textId="629D8DAD" w:rsidR="00634E41" w:rsidRPr="00634E41" w:rsidRDefault="00634E41" w:rsidP="001740A7">
            <w:pPr>
              <w:pStyle w:val="SIText"/>
            </w:pPr>
            <w:r w:rsidRPr="00634E41">
              <w:t xml:space="preserve">4.3 Identify undelivered stock </w:t>
            </w:r>
            <w:r w:rsidR="001C34C6">
              <w:t xml:space="preserve">from </w:t>
            </w:r>
            <w:r w:rsidRPr="00634E41">
              <w:t xml:space="preserve">orders </w:t>
            </w:r>
            <w:r w:rsidR="001C34C6">
              <w:t>in</w:t>
            </w:r>
            <w:r w:rsidRPr="00634E41">
              <w:t xml:space="preserve"> stock system and follow up</w:t>
            </w:r>
            <w:r w:rsidR="001C34C6">
              <w:t xml:space="preserve"> according to workplace procedures</w:t>
            </w:r>
          </w:p>
        </w:tc>
      </w:tr>
      <w:tr w:rsidR="00634E41" w:rsidRPr="00963A46" w14:paraId="2258FF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00075F" w14:textId="51510C46" w:rsidR="00634E41" w:rsidRPr="00634E41" w:rsidRDefault="00634E41" w:rsidP="007A6DC2">
            <w:pPr>
              <w:pStyle w:val="SIText"/>
            </w:pPr>
            <w:r w:rsidRPr="00634E41">
              <w:lastRenderedPageBreak/>
              <w:t>5</w:t>
            </w:r>
            <w:r w:rsidR="00F80FB0">
              <w:t>.</w:t>
            </w:r>
            <w:r w:rsidRPr="00634E41">
              <w:t xml:space="preserve"> </w:t>
            </w:r>
            <w:r w:rsidR="007A6DC2">
              <w:t xml:space="preserve">Process stock returns </w:t>
            </w:r>
          </w:p>
        </w:tc>
        <w:tc>
          <w:tcPr>
            <w:tcW w:w="3604" w:type="pct"/>
            <w:shd w:val="clear" w:color="auto" w:fill="auto"/>
          </w:tcPr>
          <w:p w14:paraId="762780D4" w14:textId="2D50BEE2" w:rsidR="00634E41" w:rsidRPr="00634E41" w:rsidRDefault="00634E41" w:rsidP="001740A7">
            <w:pPr>
              <w:pStyle w:val="SIText"/>
            </w:pPr>
            <w:r w:rsidRPr="00634E41">
              <w:t>5.1 Identify stock to be returned to supplier or warehouse and label with date, supplier and reason for return</w:t>
            </w:r>
          </w:p>
          <w:p w14:paraId="6486437E" w14:textId="4A9BB883" w:rsidR="00634E41" w:rsidRPr="00634E41" w:rsidRDefault="00634E41" w:rsidP="001740A7">
            <w:pPr>
              <w:pStyle w:val="SIText"/>
            </w:pPr>
            <w:r w:rsidRPr="00634E41">
              <w:t>5.2 Complete credit request documentation according to workplace or supplier requirements</w:t>
            </w:r>
          </w:p>
          <w:p w14:paraId="0DD829FE" w14:textId="77777777" w:rsidR="00634E41" w:rsidRPr="00634E41" w:rsidRDefault="00634E41" w:rsidP="001740A7">
            <w:pPr>
              <w:pStyle w:val="SIText"/>
            </w:pPr>
            <w:r w:rsidRPr="00634E41">
              <w:t>5.3 Store stock securely while awaiting dispatch</w:t>
            </w:r>
          </w:p>
          <w:p w14:paraId="38CFBA5C" w14:textId="77777777" w:rsidR="00634E41" w:rsidRPr="00634E41" w:rsidRDefault="00634E41" w:rsidP="001740A7">
            <w:pPr>
              <w:pStyle w:val="SIText"/>
            </w:pPr>
            <w:r w:rsidRPr="00634E41">
              <w:t>5.4 Complete delivery documentation noting special delivery instructions</w:t>
            </w:r>
          </w:p>
          <w:p w14:paraId="142D2109" w14:textId="77777777" w:rsidR="00634E41" w:rsidRPr="00634E41" w:rsidRDefault="00634E41" w:rsidP="001740A7">
            <w:pPr>
              <w:pStyle w:val="SIText"/>
            </w:pPr>
            <w:r w:rsidRPr="00634E41">
              <w:t>5.5 Pack items safely and securely to avoid damage in transit</w:t>
            </w:r>
          </w:p>
        </w:tc>
      </w:tr>
    </w:tbl>
    <w:p w14:paraId="4B5F2700" w14:textId="77777777" w:rsidR="005F771F" w:rsidRDefault="005F771F" w:rsidP="005F771F">
      <w:pPr>
        <w:pStyle w:val="SIText"/>
      </w:pPr>
    </w:p>
    <w:p w14:paraId="1C68072A" w14:textId="77777777" w:rsidR="005F771F" w:rsidRPr="000754EC" w:rsidRDefault="005F771F" w:rsidP="000754EC">
      <w:r>
        <w:br w:type="page"/>
      </w:r>
    </w:p>
    <w:p w14:paraId="5DE799C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70CD7AA" w14:textId="77777777" w:rsidTr="00CA2922">
        <w:trPr>
          <w:tblHeader/>
        </w:trPr>
        <w:tc>
          <w:tcPr>
            <w:tcW w:w="5000" w:type="pct"/>
            <w:gridSpan w:val="2"/>
          </w:tcPr>
          <w:p w14:paraId="1902E74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F7002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5CDCA9" w14:textId="77777777" w:rsidTr="00CA2922">
        <w:trPr>
          <w:tblHeader/>
        </w:trPr>
        <w:tc>
          <w:tcPr>
            <w:tcW w:w="1396" w:type="pct"/>
          </w:tcPr>
          <w:p w14:paraId="32BA6E2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2076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A7B06" w:rsidRPr="00336FCA" w:rsidDel="00423CB2" w14:paraId="0FC52337" w14:textId="77777777" w:rsidTr="00CA2922">
        <w:tc>
          <w:tcPr>
            <w:tcW w:w="1396" w:type="pct"/>
          </w:tcPr>
          <w:p w14:paraId="3A8A0B5F" w14:textId="53025839" w:rsidR="006A7B06" w:rsidRPr="00634E41" w:rsidRDefault="006A7B06" w:rsidP="00634E41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CE31C64" w14:textId="57835E56" w:rsidR="006A7B06" w:rsidRPr="00634E41" w:rsidRDefault="00AA36A6" w:rsidP="00BE33E7">
            <w:pPr>
              <w:pStyle w:val="SIBulletList1"/>
            </w:pPr>
            <w:r>
              <w:rPr>
                <w:rFonts w:eastAsiaTheme="minorHAnsi"/>
              </w:rPr>
              <w:t>Comprehend and i</w:t>
            </w:r>
            <w:r w:rsidR="00D30C24">
              <w:rPr>
                <w:rFonts w:eastAsiaTheme="minorHAnsi"/>
              </w:rPr>
              <w:t xml:space="preserve">nterpret </w:t>
            </w:r>
            <w:r w:rsidR="006A7B06">
              <w:rPr>
                <w:rFonts w:eastAsiaTheme="minorHAnsi"/>
                <w:lang w:val="en-GB"/>
              </w:rPr>
              <w:t xml:space="preserve">information from a variety of workplace documents </w:t>
            </w:r>
          </w:p>
        </w:tc>
      </w:tr>
      <w:tr w:rsidR="006A7B06" w:rsidRPr="00336FCA" w:rsidDel="00423CB2" w14:paraId="0A9F07DD" w14:textId="77777777" w:rsidTr="00CA2922">
        <w:tc>
          <w:tcPr>
            <w:tcW w:w="1396" w:type="pct"/>
          </w:tcPr>
          <w:p w14:paraId="18E4A443" w14:textId="0524D9BB" w:rsidR="006A7B06" w:rsidRPr="00634E41" w:rsidRDefault="006A7B06" w:rsidP="00634E4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67E696C" w14:textId="65C6FF1A" w:rsidR="006A7B06" w:rsidRPr="00634E41" w:rsidRDefault="006A7B06" w:rsidP="00D30C24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 xml:space="preserve">Record workplace information </w:t>
            </w:r>
            <w:r w:rsidR="00D30C24">
              <w:rPr>
                <w:rFonts w:eastAsiaTheme="minorHAnsi"/>
              </w:rPr>
              <w:t>in required format</w:t>
            </w:r>
          </w:p>
        </w:tc>
      </w:tr>
      <w:tr w:rsidR="006A7B06" w:rsidRPr="00336FCA" w:rsidDel="00423CB2" w14:paraId="637C532E" w14:textId="77777777" w:rsidTr="00CD7A28">
        <w:trPr>
          <w:trHeight w:val="212"/>
        </w:trPr>
        <w:tc>
          <w:tcPr>
            <w:tcW w:w="1396" w:type="pct"/>
          </w:tcPr>
          <w:p w14:paraId="00C04650" w14:textId="195710AB" w:rsidR="006A7B06" w:rsidRPr="00634E41" w:rsidRDefault="006A7B06" w:rsidP="00634E41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6B562953" w14:textId="3C271CDB" w:rsidR="006A7B06" w:rsidRPr="00634E41" w:rsidRDefault="006A7B06" w:rsidP="00634E41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volume</w:t>
            </w:r>
          </w:p>
        </w:tc>
      </w:tr>
      <w:tr w:rsidR="006A7B06" w:rsidRPr="00336FCA" w:rsidDel="00423CB2" w14:paraId="7F019BA8" w14:textId="77777777" w:rsidTr="00CD7A28">
        <w:trPr>
          <w:trHeight w:val="212"/>
        </w:trPr>
        <w:tc>
          <w:tcPr>
            <w:tcW w:w="1396" w:type="pct"/>
          </w:tcPr>
          <w:p w14:paraId="33900505" w14:textId="438AC1E5" w:rsidR="006A7B06" w:rsidRPr="00634E41" w:rsidRDefault="006A7B06" w:rsidP="00634E41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371D6D94" w14:textId="17EB5A75" w:rsidR="006A7B06" w:rsidRPr="00634E41" w:rsidRDefault="00BE33E7" w:rsidP="00BE33E7">
            <w:pPr>
              <w:pStyle w:val="SIBulletList1"/>
            </w:pPr>
            <w:r>
              <w:rPr>
                <w:rFonts w:eastAsiaTheme="minorHAnsi"/>
              </w:rPr>
              <w:t xml:space="preserve">Comprehend requirements of workplace procedures </w:t>
            </w:r>
            <w:r w:rsidR="003C17EF">
              <w:rPr>
                <w:rFonts w:eastAsiaTheme="minorHAnsi"/>
              </w:rPr>
              <w:t xml:space="preserve">and legislative requirements, in particular workplace safety, </w:t>
            </w:r>
            <w:r>
              <w:rPr>
                <w:rFonts w:eastAsiaTheme="minorHAnsi"/>
              </w:rPr>
              <w:t xml:space="preserve">and apply to job role </w:t>
            </w:r>
          </w:p>
        </w:tc>
      </w:tr>
      <w:tr w:rsidR="006A7B06" w:rsidRPr="00336FCA" w:rsidDel="00423CB2" w14:paraId="60C2C951" w14:textId="77777777" w:rsidTr="00CD7A28">
        <w:trPr>
          <w:trHeight w:val="212"/>
        </w:trPr>
        <w:tc>
          <w:tcPr>
            <w:tcW w:w="1396" w:type="pct"/>
          </w:tcPr>
          <w:p w14:paraId="7BBD7483" w14:textId="62C6C025" w:rsidR="006A7B06" w:rsidRPr="00634E41" w:rsidRDefault="006A7B06" w:rsidP="00634E41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2E2BC8CA" w14:textId="2F5384BE" w:rsidR="006A7B06" w:rsidRPr="00634E41" w:rsidRDefault="00BE33E7">
            <w:pPr>
              <w:pStyle w:val="SIBulletList1"/>
            </w:pPr>
            <w:r>
              <w:rPr>
                <w:rFonts w:eastAsiaTheme="minorHAnsi"/>
              </w:rPr>
              <w:t>Plan, organise and complete tasks according to set routines and procedures</w:t>
            </w:r>
          </w:p>
        </w:tc>
      </w:tr>
    </w:tbl>
    <w:p w14:paraId="4398D123" w14:textId="77777777" w:rsidR="00916CD7" w:rsidRDefault="00916CD7" w:rsidP="005F771F">
      <w:pPr>
        <w:pStyle w:val="SIText"/>
      </w:pPr>
    </w:p>
    <w:p w14:paraId="589C05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C0D0D2" w14:textId="77777777" w:rsidTr="00F33FF2">
        <w:tc>
          <w:tcPr>
            <w:tcW w:w="5000" w:type="pct"/>
            <w:gridSpan w:val="4"/>
          </w:tcPr>
          <w:p w14:paraId="749C499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E038368" w14:textId="77777777" w:rsidTr="00F33FF2">
        <w:tc>
          <w:tcPr>
            <w:tcW w:w="1028" w:type="pct"/>
          </w:tcPr>
          <w:p w14:paraId="4217D88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7DAEE3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4F183C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059544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34E41" w14:paraId="684C2CC9" w14:textId="77777777" w:rsidTr="00F33FF2">
        <w:tc>
          <w:tcPr>
            <w:tcW w:w="1028" w:type="pct"/>
          </w:tcPr>
          <w:p w14:paraId="77D51587" w14:textId="60E6D18E" w:rsidR="00634E41" w:rsidRPr="00634E41" w:rsidRDefault="00FC17F9" w:rsidP="001740A7">
            <w:pPr>
              <w:pStyle w:val="SIText"/>
            </w:pPr>
            <w:r>
              <w:t>FBPCDS</w:t>
            </w:r>
            <w:r w:rsidR="00634E41" w:rsidRPr="00634E41">
              <w:t>2004 Perform cellar door stock control procedure</w:t>
            </w:r>
          </w:p>
        </w:tc>
        <w:tc>
          <w:tcPr>
            <w:tcW w:w="1105" w:type="pct"/>
          </w:tcPr>
          <w:p w14:paraId="44A7D9B3" w14:textId="77777777" w:rsidR="00634E41" w:rsidRPr="00634E41" w:rsidRDefault="00634E41" w:rsidP="001740A7">
            <w:pPr>
              <w:pStyle w:val="SIText"/>
            </w:pPr>
            <w:r w:rsidRPr="00634E41">
              <w:t>FDFCD2004A Perform cellar door stock control procedure</w:t>
            </w:r>
          </w:p>
        </w:tc>
        <w:tc>
          <w:tcPr>
            <w:tcW w:w="1251" w:type="pct"/>
          </w:tcPr>
          <w:p w14:paraId="76577307" w14:textId="040D991E" w:rsidR="00634E41" w:rsidRDefault="00634E41" w:rsidP="001740A7">
            <w:pPr>
              <w:pStyle w:val="SIText"/>
            </w:pPr>
            <w:r w:rsidRPr="00634E41">
              <w:t>Updated to meet Standards for Training Packages</w:t>
            </w:r>
          </w:p>
          <w:p w14:paraId="4C11F65A" w14:textId="12022E0D" w:rsidR="00634E41" w:rsidRDefault="00634E41" w:rsidP="001740A7">
            <w:pPr>
              <w:pStyle w:val="SIText"/>
            </w:pPr>
            <w:r w:rsidRPr="00634E41">
              <w:t xml:space="preserve">Minor changes </w:t>
            </w:r>
            <w:r w:rsidR="006A7B06">
              <w:t xml:space="preserve">to </w:t>
            </w:r>
            <w:r w:rsidR="00EB2BA1">
              <w:t xml:space="preserve">elements </w:t>
            </w:r>
            <w:r w:rsidR="006A7B06">
              <w:t xml:space="preserve">and </w:t>
            </w:r>
            <w:r w:rsidRPr="00634E41">
              <w:t>performance criteria for clarity</w:t>
            </w:r>
          </w:p>
          <w:p w14:paraId="13E4CCEE" w14:textId="49AEE56D" w:rsidR="00E44176" w:rsidRPr="00634E41" w:rsidRDefault="006A7B06" w:rsidP="001740A7">
            <w:pPr>
              <w:pStyle w:val="SIText"/>
            </w:pPr>
            <w:r w:rsidRPr="006A7B06">
              <w:t>Removal of prerequisite as no longer required by industry</w:t>
            </w:r>
          </w:p>
        </w:tc>
        <w:tc>
          <w:tcPr>
            <w:tcW w:w="1616" w:type="pct"/>
          </w:tcPr>
          <w:p w14:paraId="4B9683D4" w14:textId="77777777" w:rsidR="00634E41" w:rsidRPr="00634E41" w:rsidRDefault="00634E41" w:rsidP="001740A7">
            <w:pPr>
              <w:pStyle w:val="SIText"/>
            </w:pPr>
            <w:r w:rsidRPr="00634E41">
              <w:t>Equivalent unit</w:t>
            </w:r>
          </w:p>
        </w:tc>
      </w:tr>
    </w:tbl>
    <w:p w14:paraId="4D5F13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6"/>
        <w:gridCol w:w="7512"/>
      </w:tblGrid>
      <w:tr w:rsidR="00F1480E" w:rsidRPr="00A55106" w14:paraId="60FB0512" w14:textId="77777777" w:rsidTr="00C430C4">
        <w:tc>
          <w:tcPr>
            <w:tcW w:w="1099" w:type="pct"/>
            <w:shd w:val="clear" w:color="auto" w:fill="auto"/>
          </w:tcPr>
          <w:p w14:paraId="538A780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01" w:type="pct"/>
            <w:shd w:val="clear" w:color="auto" w:fill="auto"/>
          </w:tcPr>
          <w:p w14:paraId="022C785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F1197D7" w14:textId="3EE9F1E9" w:rsidR="00F1480E" w:rsidRPr="000754EC" w:rsidRDefault="00123270" w:rsidP="00CD7A28">
            <w:pPr>
              <w:pStyle w:val="SIText"/>
            </w:pPr>
            <w:hyperlink r:id="rId11" w:history="1">
              <w:r w:rsidR="00F80FB0" w:rsidRPr="00FA699E">
                <w:t>https://vetnet.education.gov.au/Pages/TrainingDocs.aspx?q=78b15323-cd38-483e-aad7-1159b570a5c4</w:t>
              </w:r>
            </w:hyperlink>
            <w:r w:rsidR="00F80FB0">
              <w:br/>
            </w:r>
          </w:p>
        </w:tc>
      </w:tr>
    </w:tbl>
    <w:p w14:paraId="18FE7EF3" w14:textId="77777777" w:rsidR="00F1480E" w:rsidRDefault="00F1480E" w:rsidP="005F771F">
      <w:pPr>
        <w:pStyle w:val="SIText"/>
      </w:pPr>
    </w:p>
    <w:p w14:paraId="7658E9F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E1614" w:rsidRPr="00E91BFF" w14:paraId="6DAC571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C14CA0D" w14:textId="03001AC5" w:rsidR="008E1614" w:rsidRPr="008E1614" w:rsidRDefault="00F80FB0" w:rsidP="008E1614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4983168" w14:textId="1DB2BEC2" w:rsidR="008E1614" w:rsidRPr="008E1614" w:rsidRDefault="00F80FB0" w:rsidP="00F80FB0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FC17F9">
              <w:t>FBPCDS</w:t>
            </w:r>
            <w:r>
              <w:t>2004</w:t>
            </w:r>
            <w:r w:rsidRPr="002C0DFF">
              <w:t xml:space="preserve"> Perform cellar door stock control procedure</w:t>
            </w:r>
          </w:p>
        </w:tc>
      </w:tr>
      <w:tr w:rsidR="00556C4C" w:rsidRPr="00A55106" w14:paraId="7F8A8C3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79523C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0C9488B" w14:textId="77777777" w:rsidTr="00113678">
        <w:tc>
          <w:tcPr>
            <w:tcW w:w="5000" w:type="pct"/>
            <w:gridSpan w:val="2"/>
            <w:shd w:val="clear" w:color="auto" w:fill="auto"/>
          </w:tcPr>
          <w:p w14:paraId="01311A28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9377389" w14:textId="77777777" w:rsidR="006A7B06" w:rsidRPr="000754EC" w:rsidRDefault="006A7B06" w:rsidP="000754EC">
            <w:pPr>
              <w:pStyle w:val="SIText"/>
            </w:pPr>
          </w:p>
          <w:p w14:paraId="48B6918C" w14:textId="77777777" w:rsidR="00347154" w:rsidRDefault="006A7B06" w:rsidP="00634E41">
            <w:pPr>
              <w:pStyle w:val="SIText"/>
            </w:pPr>
            <w:r w:rsidRPr="006A7B06">
              <w:t>There must be evidence that the individual has</w:t>
            </w:r>
            <w:r w:rsidR="00347154">
              <w:t>:</w:t>
            </w:r>
          </w:p>
          <w:p w14:paraId="09323CDE" w14:textId="3ACA7950" w:rsidR="00347154" w:rsidRDefault="00347154" w:rsidP="00347154">
            <w:pPr>
              <w:pStyle w:val="SIBulletList1"/>
            </w:pPr>
            <w:r w:rsidRPr="00347154">
              <w:t>received, unpacked, checked, processed</w:t>
            </w:r>
            <w:r w:rsidR="00CF0A4E">
              <w:t>, labelled</w:t>
            </w:r>
            <w:r w:rsidRPr="00347154">
              <w:t xml:space="preserve"> and stored </w:t>
            </w:r>
            <w:r>
              <w:t xml:space="preserve">at least one incoming stock order </w:t>
            </w:r>
            <w:r w:rsidRPr="00347154">
              <w:t xml:space="preserve">according to workplace </w:t>
            </w:r>
            <w:r>
              <w:t>procedures</w:t>
            </w:r>
          </w:p>
          <w:p w14:paraId="019152F3" w14:textId="77777777" w:rsidR="00347154" w:rsidRDefault="00347154" w:rsidP="00AA36A6">
            <w:pPr>
              <w:pStyle w:val="SIBulletList1"/>
            </w:pPr>
            <w:r>
              <w:t xml:space="preserve">carried out routine rotation procedures for merchandise and associated cellar door stock according to workplace requirements at least once </w:t>
            </w:r>
          </w:p>
          <w:p w14:paraId="4280EEAC" w14:textId="292205A7" w:rsidR="00347154" w:rsidRDefault="003C17EF" w:rsidP="00AA36A6">
            <w:pPr>
              <w:pStyle w:val="SIBulletList1"/>
            </w:pPr>
            <w:r>
              <w:t>participated in at least one routine stocktake</w:t>
            </w:r>
            <w:r w:rsidR="00347154" w:rsidRPr="00347154">
              <w:t xml:space="preserve"> according to workplace procedures</w:t>
            </w:r>
            <w:bookmarkStart w:id="0" w:name="_GoBack"/>
            <w:bookmarkEnd w:id="0"/>
          </w:p>
          <w:p w14:paraId="795D7190" w14:textId="381FFFEA" w:rsidR="00347154" w:rsidRDefault="003C17EF" w:rsidP="00AA36A6">
            <w:pPr>
              <w:pStyle w:val="SIBulletList1"/>
            </w:pPr>
            <w:r>
              <w:t>monitored stock levels and reordered stock at least once</w:t>
            </w:r>
          </w:p>
          <w:p w14:paraId="288A7C12" w14:textId="5C8B3C52" w:rsidR="003C17EF" w:rsidRDefault="003C17EF" w:rsidP="00AA36A6">
            <w:pPr>
              <w:pStyle w:val="SIBulletList1"/>
            </w:pPr>
            <w:proofErr w:type="gramStart"/>
            <w:r>
              <w:t>processed</w:t>
            </w:r>
            <w:proofErr w:type="gramEnd"/>
            <w:r>
              <w:t xml:space="preserve"> at least once stock return to a supplier.</w:t>
            </w:r>
          </w:p>
          <w:p w14:paraId="3F7A2699" w14:textId="77777777" w:rsidR="00347154" w:rsidRDefault="00347154" w:rsidP="00634E41">
            <w:pPr>
              <w:pStyle w:val="SIText"/>
            </w:pPr>
          </w:p>
          <w:p w14:paraId="1B745E01" w14:textId="56453F0A" w:rsidR="00347154" w:rsidRDefault="003C17EF" w:rsidP="00634E41">
            <w:pPr>
              <w:pStyle w:val="SIText"/>
            </w:pPr>
            <w:r>
              <w:t>During completion of the above points, th</w:t>
            </w:r>
            <w:r w:rsidR="00CF0A4E">
              <w:t>ere</w:t>
            </w:r>
            <w:r>
              <w:t xml:space="preserve"> must be evidence that the individual has</w:t>
            </w:r>
            <w:r w:rsidR="00CF0A4E">
              <w:t>, at least once</w:t>
            </w:r>
            <w:r>
              <w:t>:</w:t>
            </w:r>
          </w:p>
          <w:p w14:paraId="4DBB2A1F" w14:textId="5CA85C1A" w:rsidR="00634E41" w:rsidRPr="00634E41" w:rsidRDefault="00634E41" w:rsidP="00634E41">
            <w:pPr>
              <w:pStyle w:val="SIBulletList1"/>
            </w:pPr>
            <w:r w:rsidRPr="00634E41">
              <w:t>access</w:t>
            </w:r>
            <w:r w:rsidR="00F8112C">
              <w:t>ed</w:t>
            </w:r>
            <w:r w:rsidRPr="00634E41">
              <w:t xml:space="preserve"> workplace information to identify stock control requirements</w:t>
            </w:r>
          </w:p>
          <w:p w14:paraId="204BD0EA" w14:textId="1ADEE026" w:rsidR="00634E41" w:rsidRPr="00634E41" w:rsidRDefault="00634E41" w:rsidP="00634E41">
            <w:pPr>
              <w:pStyle w:val="SIBulletList1"/>
            </w:pPr>
            <w:r w:rsidRPr="00634E41">
              <w:t>select</w:t>
            </w:r>
            <w:r w:rsidR="00F8112C">
              <w:t>ed</w:t>
            </w:r>
            <w:r w:rsidRPr="00634E41">
              <w:t>, fitt</w:t>
            </w:r>
            <w:r w:rsidR="00F8112C">
              <w:t>ed</w:t>
            </w:r>
            <w:r w:rsidRPr="00634E41">
              <w:t xml:space="preserve"> and us</w:t>
            </w:r>
            <w:r w:rsidR="00F8112C">
              <w:t>ed</w:t>
            </w:r>
            <w:r w:rsidRPr="00634E41">
              <w:t xml:space="preserve"> personal protective </w:t>
            </w:r>
            <w:r w:rsidR="003C17EF">
              <w:t>equipment</w:t>
            </w:r>
          </w:p>
          <w:p w14:paraId="179A58D5" w14:textId="73C2A30E" w:rsidR="00634E41" w:rsidRPr="00634E41" w:rsidRDefault="00634E41" w:rsidP="00634E41">
            <w:pPr>
              <w:pStyle w:val="SIBulletList1"/>
            </w:pPr>
            <w:r w:rsidRPr="00634E41">
              <w:t>consistently appl</w:t>
            </w:r>
            <w:r w:rsidR="00F8112C">
              <w:t>ied</w:t>
            </w:r>
            <w:r w:rsidRPr="00634E41">
              <w:t xml:space="preserve"> safe work practices in the </w:t>
            </w:r>
            <w:r w:rsidR="003C17EF">
              <w:t>handling of stock</w:t>
            </w:r>
          </w:p>
          <w:p w14:paraId="5CBA6460" w14:textId="613F8935" w:rsidR="00634E41" w:rsidRPr="00634E41" w:rsidRDefault="00634E41" w:rsidP="00634E41">
            <w:pPr>
              <w:pStyle w:val="SIBulletList1"/>
            </w:pPr>
            <w:r w:rsidRPr="00634E41">
              <w:t>process</w:t>
            </w:r>
            <w:r w:rsidR="00F8112C">
              <w:t>ed</w:t>
            </w:r>
            <w:r w:rsidRPr="00634E41">
              <w:t xml:space="preserve"> information using workplace stock control system</w:t>
            </w:r>
          </w:p>
          <w:p w14:paraId="05388D1F" w14:textId="07F6627E" w:rsidR="0026394F" w:rsidRDefault="00634E41" w:rsidP="00ED5DD9">
            <w:pPr>
              <w:pStyle w:val="SIBulletList1"/>
            </w:pPr>
            <w:proofErr w:type="gramStart"/>
            <w:r w:rsidRPr="00634E41">
              <w:t>maintain</w:t>
            </w:r>
            <w:r w:rsidR="00F8112C">
              <w:t>ed</w:t>
            </w:r>
            <w:proofErr w:type="gramEnd"/>
            <w:r w:rsidRPr="00634E41">
              <w:t xml:space="preserve"> work area </w:t>
            </w:r>
            <w:r w:rsidR="00CF0A4E">
              <w:t xml:space="preserve">according to workplace cleanliness and neatness </w:t>
            </w:r>
            <w:r w:rsidRPr="00634E41">
              <w:t>standards.</w:t>
            </w:r>
          </w:p>
          <w:p w14:paraId="658A96D5" w14:textId="77777777" w:rsidR="00556C4C" w:rsidRPr="000754EC" w:rsidRDefault="00556C4C" w:rsidP="00CD7A28"/>
        </w:tc>
      </w:tr>
    </w:tbl>
    <w:p w14:paraId="14F0A3D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F18A1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CA0A1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A7F4A5E" w14:textId="77777777" w:rsidTr="00CA2922">
        <w:tc>
          <w:tcPr>
            <w:tcW w:w="5000" w:type="pct"/>
            <w:shd w:val="clear" w:color="auto" w:fill="auto"/>
          </w:tcPr>
          <w:p w14:paraId="317BBE14" w14:textId="12F77FBE" w:rsidR="00F1480E" w:rsidRDefault="006E42FE" w:rsidP="00C430C4">
            <w:pPr>
              <w:pStyle w:val="SIText"/>
              <w:rPr>
                <w:rFonts w:eastAsia="Calibri"/>
              </w:rPr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337CD92" w14:textId="5BE46D88" w:rsidR="00634E41" w:rsidRPr="00634E41" w:rsidRDefault="00634E41">
            <w:pPr>
              <w:pStyle w:val="SIBulletList1"/>
            </w:pPr>
            <w:r w:rsidRPr="00634E41">
              <w:t>purpose and principles of stock control</w:t>
            </w:r>
            <w:r w:rsidR="00B60025">
              <w:t xml:space="preserve">, including </w:t>
            </w:r>
            <w:r w:rsidR="00B60025" w:rsidRPr="00634E41">
              <w:t xml:space="preserve">features workplace systems </w:t>
            </w:r>
            <w:r w:rsidR="00B60025">
              <w:t xml:space="preserve">used </w:t>
            </w:r>
            <w:r w:rsidR="00B60025" w:rsidRPr="00634E41">
              <w:t xml:space="preserve">for </w:t>
            </w:r>
            <w:r w:rsidR="00B60025" w:rsidRPr="00B60025">
              <w:t>stock</w:t>
            </w:r>
            <w:r w:rsidR="00B60025">
              <w:t xml:space="preserve"> control</w:t>
            </w:r>
          </w:p>
          <w:p w14:paraId="3C31DDA9" w14:textId="1F31DA79" w:rsidR="00634E41" w:rsidRPr="00634E41" w:rsidRDefault="00DD1E17" w:rsidP="00634E41">
            <w:pPr>
              <w:pStyle w:val="SIBulletList1"/>
            </w:pPr>
            <w:r>
              <w:t xml:space="preserve">details of </w:t>
            </w:r>
            <w:r w:rsidR="00634E41" w:rsidRPr="00634E41">
              <w:t>key suppliers</w:t>
            </w:r>
            <w:r>
              <w:t xml:space="preserve"> of merchandise and other stock</w:t>
            </w:r>
          </w:p>
          <w:p w14:paraId="3D9D1DBD" w14:textId="54BDCA74" w:rsidR="00634E41" w:rsidRPr="00634E41" w:rsidRDefault="00DD1E17" w:rsidP="00AA36A6">
            <w:pPr>
              <w:pStyle w:val="SIBulletList1"/>
            </w:pPr>
            <w:r>
              <w:t xml:space="preserve">common </w:t>
            </w:r>
            <w:r w:rsidR="00634E41" w:rsidRPr="00634E41">
              <w:t xml:space="preserve">workplace health and safety hazards </w:t>
            </w:r>
            <w:r>
              <w:t>relevant to stock control and methods for controlling the associated risks</w:t>
            </w:r>
          </w:p>
          <w:p w14:paraId="18E5CFB7" w14:textId="4E0A23E2" w:rsidR="00634E41" w:rsidRPr="00634E41" w:rsidRDefault="00634E41" w:rsidP="00634E41">
            <w:pPr>
              <w:pStyle w:val="SIBulletList1"/>
            </w:pPr>
            <w:r w:rsidRPr="00634E41">
              <w:t>operational aspects of workplace procedures in regard to:</w:t>
            </w:r>
          </w:p>
          <w:p w14:paraId="435E659D" w14:textId="77777777" w:rsidR="00634E41" w:rsidRPr="00634E41" w:rsidRDefault="00634E41" w:rsidP="00634E41">
            <w:pPr>
              <w:pStyle w:val="SIBulletList2"/>
            </w:pPr>
            <w:r w:rsidRPr="00634E41">
              <w:t>stock control</w:t>
            </w:r>
          </w:p>
          <w:p w14:paraId="50807FF1" w14:textId="653695E8" w:rsidR="00B60025" w:rsidRPr="00B60025" w:rsidRDefault="00B60025" w:rsidP="00B60025">
            <w:pPr>
              <w:pStyle w:val="SIBulletList2"/>
            </w:pPr>
            <w:r w:rsidRPr="00634E41">
              <w:t>stock rotation</w:t>
            </w:r>
            <w:r>
              <w:t xml:space="preserve"> practices</w:t>
            </w:r>
          </w:p>
          <w:p w14:paraId="176D127A" w14:textId="760F6E1D" w:rsidR="00634E41" w:rsidRPr="00634E41" w:rsidRDefault="00B60025" w:rsidP="00634E41">
            <w:pPr>
              <w:pStyle w:val="SIBulletList2"/>
            </w:pPr>
            <w:r>
              <w:t xml:space="preserve">maintaining </w:t>
            </w:r>
            <w:r w:rsidR="00634E41" w:rsidRPr="00634E41">
              <w:t>stock levels</w:t>
            </w:r>
          </w:p>
          <w:p w14:paraId="68FD44DF" w14:textId="77777777" w:rsidR="00634E41" w:rsidRPr="00634E41" w:rsidRDefault="00634E41" w:rsidP="00634E41">
            <w:pPr>
              <w:pStyle w:val="SIBulletList2"/>
            </w:pPr>
            <w:r w:rsidRPr="00634E41">
              <w:t>ordering stock</w:t>
            </w:r>
          </w:p>
          <w:p w14:paraId="4C00B6EE" w14:textId="77777777" w:rsidR="00B60025" w:rsidRPr="00B60025" w:rsidRDefault="00B60025" w:rsidP="00B60025">
            <w:pPr>
              <w:pStyle w:val="SIBulletList2"/>
            </w:pPr>
            <w:r w:rsidRPr="00634E41">
              <w:t>unpacking of goods</w:t>
            </w:r>
          </w:p>
          <w:p w14:paraId="0397C187" w14:textId="4B851BF2" w:rsidR="00634E41" w:rsidRPr="00634E41" w:rsidRDefault="00DD1E17" w:rsidP="00634E41">
            <w:pPr>
              <w:pStyle w:val="SIBulletList2"/>
            </w:pPr>
            <w:r>
              <w:t xml:space="preserve">disposal of </w:t>
            </w:r>
            <w:r w:rsidR="00634E41" w:rsidRPr="00634E41">
              <w:t xml:space="preserve">packaging </w:t>
            </w:r>
            <w:r>
              <w:t>materials</w:t>
            </w:r>
          </w:p>
          <w:p w14:paraId="3605C85B" w14:textId="5891F863" w:rsidR="00634E41" w:rsidRPr="00634E41" w:rsidRDefault="00B60025" w:rsidP="00634E41">
            <w:pPr>
              <w:pStyle w:val="SIBulletList2"/>
            </w:pPr>
            <w:r>
              <w:t xml:space="preserve">dealing with </w:t>
            </w:r>
            <w:r w:rsidR="00634E41" w:rsidRPr="00634E41">
              <w:t>out-of-date, missing or damaged stock</w:t>
            </w:r>
          </w:p>
          <w:p w14:paraId="7AC1DCBE" w14:textId="4E85E616" w:rsidR="00634E41" w:rsidRPr="00634E41" w:rsidRDefault="00634E41" w:rsidP="00634E41">
            <w:pPr>
              <w:pStyle w:val="SIBulletList2"/>
            </w:pPr>
            <w:r w:rsidRPr="00634E41">
              <w:t>stock pric</w:t>
            </w:r>
            <w:r w:rsidR="00B60025">
              <w:t>ing</w:t>
            </w:r>
            <w:r w:rsidRPr="00634E41">
              <w:t xml:space="preserve"> and labelling</w:t>
            </w:r>
          </w:p>
          <w:p w14:paraId="7A3E57F6" w14:textId="01D8B15D" w:rsidR="00634E41" w:rsidRPr="00634E41" w:rsidRDefault="00634E41" w:rsidP="00634E41">
            <w:pPr>
              <w:pStyle w:val="SIBulletList2"/>
            </w:pPr>
            <w:r w:rsidRPr="00634E41">
              <w:t xml:space="preserve">correct handling and storage of </w:t>
            </w:r>
            <w:r w:rsidR="00B60025">
              <w:t>stock</w:t>
            </w:r>
          </w:p>
          <w:p w14:paraId="3414C57F" w14:textId="77777777" w:rsidR="00634E41" w:rsidRPr="00634E41" w:rsidRDefault="00634E41" w:rsidP="00634E41">
            <w:pPr>
              <w:pStyle w:val="SIBulletList1"/>
            </w:pPr>
            <w:r w:rsidRPr="00634E41">
              <w:t>processes for stocktaking and cyclical counts</w:t>
            </w:r>
          </w:p>
          <w:p w14:paraId="1BE96B09" w14:textId="58736795" w:rsidR="00634E41" w:rsidRPr="00634E41" w:rsidRDefault="00634E41" w:rsidP="00634E41">
            <w:pPr>
              <w:pStyle w:val="SIBulletList1"/>
            </w:pPr>
            <w:r w:rsidRPr="00634E41">
              <w:t xml:space="preserve">procedures </w:t>
            </w:r>
            <w:r w:rsidR="00F80FB0" w:rsidRPr="00634E41">
              <w:t>for:</w:t>
            </w:r>
          </w:p>
          <w:p w14:paraId="396567B3" w14:textId="3DD3270C" w:rsidR="00987A9C" w:rsidRDefault="00987A9C" w:rsidP="00634E41">
            <w:pPr>
              <w:pStyle w:val="SIBulletList2"/>
            </w:pPr>
            <w:r>
              <w:t>handling stock safely</w:t>
            </w:r>
          </w:p>
          <w:p w14:paraId="64BC0033" w14:textId="5E59A3C2" w:rsidR="00634E41" w:rsidRPr="00634E41" w:rsidRDefault="00B60025" w:rsidP="00634E41">
            <w:pPr>
              <w:pStyle w:val="SIBulletList2"/>
            </w:pPr>
            <w:r>
              <w:t xml:space="preserve">inspecting items </w:t>
            </w:r>
            <w:r w:rsidRPr="00B60025">
              <w:t>and record</w:t>
            </w:r>
            <w:r>
              <w:t>ing quality or other</w:t>
            </w:r>
            <w:r w:rsidRPr="00B60025">
              <w:t xml:space="preserve"> issues</w:t>
            </w:r>
          </w:p>
          <w:p w14:paraId="1B608CC1" w14:textId="2FEC2125" w:rsidR="00634E41" w:rsidRPr="00634E41" w:rsidRDefault="00B60025" w:rsidP="00634E41">
            <w:pPr>
              <w:pStyle w:val="SIBulletList2"/>
            </w:pPr>
            <w:r>
              <w:t>maintaining workplace cleanliness and neatness</w:t>
            </w:r>
          </w:p>
          <w:p w14:paraId="620494FD" w14:textId="3CC415A5" w:rsidR="00634E41" w:rsidRDefault="00B60025" w:rsidP="00F80FB0">
            <w:pPr>
              <w:pStyle w:val="SIBulletList2"/>
              <w:rPr>
                <w:rFonts w:eastAsia="Calibri"/>
              </w:rPr>
            </w:pPr>
            <w:proofErr w:type="gramStart"/>
            <w:r>
              <w:t>record</w:t>
            </w:r>
            <w:proofErr w:type="gramEnd"/>
            <w:r>
              <w:t xml:space="preserve"> keeping.</w:t>
            </w:r>
          </w:p>
          <w:p w14:paraId="64D495AF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054D2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51DD1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14281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228D923" w14:textId="77777777" w:rsidTr="00CA2922">
        <w:tc>
          <w:tcPr>
            <w:tcW w:w="5000" w:type="pct"/>
            <w:shd w:val="clear" w:color="auto" w:fill="auto"/>
          </w:tcPr>
          <w:p w14:paraId="26B3E6BA" w14:textId="50B24F9D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EA733DA" w14:textId="77777777" w:rsidR="00634E41" w:rsidRPr="00634E41" w:rsidRDefault="00634E41" w:rsidP="00634E41">
            <w:pPr>
              <w:pStyle w:val="SIBulletList1"/>
            </w:pPr>
            <w:r w:rsidRPr="00634E41">
              <w:t>physical conditions:</w:t>
            </w:r>
          </w:p>
          <w:p w14:paraId="4F7D1A92" w14:textId="63A51479" w:rsidR="00634E41" w:rsidRPr="00634E41" w:rsidRDefault="00634E41" w:rsidP="00634E41">
            <w:pPr>
              <w:pStyle w:val="SIBulletList2"/>
              <w:rPr>
                <w:rFonts w:eastAsia="Calibri"/>
              </w:rPr>
            </w:pPr>
            <w:r w:rsidRPr="00634E41">
              <w:rPr>
                <w:rFonts w:eastAsia="Calibri"/>
              </w:rPr>
              <w:t>a workplace or an environment that accurately represents workplace conditions</w:t>
            </w:r>
          </w:p>
          <w:p w14:paraId="0D712DDB" w14:textId="77777777" w:rsidR="00634E41" w:rsidRPr="00634E41" w:rsidRDefault="00634E41" w:rsidP="00634E41">
            <w:pPr>
              <w:pStyle w:val="SIBulletList1"/>
            </w:pPr>
            <w:r w:rsidRPr="00634E41">
              <w:t>resources, equipment and materials:</w:t>
            </w:r>
          </w:p>
          <w:p w14:paraId="49F8E3BB" w14:textId="497F1E4D" w:rsidR="00634E41" w:rsidRPr="00634E41" w:rsidRDefault="00634E41" w:rsidP="00634E41">
            <w:pPr>
              <w:pStyle w:val="SIBulletList2"/>
              <w:rPr>
                <w:rFonts w:eastAsia="Calibri"/>
              </w:rPr>
            </w:pPr>
            <w:r w:rsidRPr="00634E41">
              <w:rPr>
                <w:rFonts w:eastAsia="Calibri"/>
              </w:rPr>
              <w:t>personal protective equipment</w:t>
            </w:r>
            <w:r w:rsidR="00987A9C">
              <w:rPr>
                <w:rFonts w:eastAsia="Calibri"/>
              </w:rPr>
              <w:t xml:space="preserve"> </w:t>
            </w:r>
          </w:p>
          <w:p w14:paraId="38C5F6A2" w14:textId="03608EB6" w:rsidR="00634E41" w:rsidRPr="00634E41" w:rsidRDefault="00634E41" w:rsidP="00634E41">
            <w:pPr>
              <w:pStyle w:val="SIBulletList2"/>
              <w:rPr>
                <w:rFonts w:eastAsia="Calibri"/>
              </w:rPr>
            </w:pPr>
            <w:r w:rsidRPr="00634E41">
              <w:rPr>
                <w:rFonts w:eastAsia="Calibri"/>
              </w:rPr>
              <w:t>stock</w:t>
            </w:r>
          </w:p>
          <w:p w14:paraId="1D936943" w14:textId="2A4F86AE" w:rsidR="00634E41" w:rsidRPr="00634E41" w:rsidRDefault="00634E41" w:rsidP="00634E41">
            <w:pPr>
              <w:pStyle w:val="SIBulletList2"/>
              <w:rPr>
                <w:rFonts w:eastAsia="Calibri"/>
              </w:rPr>
            </w:pPr>
            <w:r w:rsidRPr="00634E41">
              <w:rPr>
                <w:rFonts w:eastAsia="Calibri"/>
              </w:rPr>
              <w:t xml:space="preserve">stock control </w:t>
            </w:r>
            <w:r w:rsidR="00987A9C">
              <w:rPr>
                <w:rFonts w:eastAsia="Calibri"/>
              </w:rPr>
              <w:t>system</w:t>
            </w:r>
            <w:r w:rsidRPr="00634E41">
              <w:rPr>
                <w:rFonts w:eastAsia="Calibri"/>
              </w:rPr>
              <w:t xml:space="preserve"> for recording information</w:t>
            </w:r>
          </w:p>
          <w:p w14:paraId="3B3A02F6" w14:textId="77777777" w:rsidR="00634E41" w:rsidRPr="00634E41" w:rsidRDefault="00634E41" w:rsidP="00634E41">
            <w:pPr>
              <w:pStyle w:val="SIBulletList1"/>
              <w:rPr>
                <w:rFonts w:eastAsia="Calibri"/>
              </w:rPr>
            </w:pPr>
            <w:r w:rsidRPr="00634E41">
              <w:rPr>
                <w:rFonts w:eastAsia="Calibri"/>
              </w:rPr>
              <w:lastRenderedPageBreak/>
              <w:t>specifications:</w:t>
            </w:r>
          </w:p>
          <w:p w14:paraId="3B90661E" w14:textId="43B88171" w:rsidR="00634E41" w:rsidRPr="00634E41" w:rsidRDefault="00634E41" w:rsidP="00634E41">
            <w:pPr>
              <w:pStyle w:val="SIBulletList2"/>
              <w:rPr>
                <w:rFonts w:eastAsia="Calibri"/>
              </w:rPr>
            </w:pPr>
            <w:proofErr w:type="gramStart"/>
            <w:r w:rsidRPr="00634E41">
              <w:rPr>
                <w:rFonts w:eastAsia="Calibri"/>
              </w:rPr>
              <w:t>workplace</w:t>
            </w:r>
            <w:proofErr w:type="gramEnd"/>
            <w:r w:rsidRPr="00634E41">
              <w:rPr>
                <w:rFonts w:eastAsia="Calibri"/>
              </w:rPr>
              <w:t xml:space="preserve"> procedures relating to stock control</w:t>
            </w:r>
            <w:r w:rsidR="00987A9C">
              <w:rPr>
                <w:rFonts w:eastAsia="Calibri"/>
              </w:rPr>
              <w:t>.</w:t>
            </w:r>
          </w:p>
          <w:p w14:paraId="42F08B5B" w14:textId="77777777" w:rsidR="00634E41" w:rsidRDefault="00634E41" w:rsidP="000754EC">
            <w:pPr>
              <w:pStyle w:val="SIText"/>
            </w:pPr>
          </w:p>
          <w:p w14:paraId="211F00EC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D730F90" w14:textId="77777777" w:rsidR="00F1480E" w:rsidRPr="000754EC" w:rsidRDefault="00F1480E" w:rsidP="00C430C4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</w:tbl>
    <w:p w14:paraId="741ED4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C087972" w14:textId="77777777" w:rsidTr="004679E3">
        <w:tc>
          <w:tcPr>
            <w:tcW w:w="990" w:type="pct"/>
            <w:shd w:val="clear" w:color="auto" w:fill="auto"/>
          </w:tcPr>
          <w:p w14:paraId="5DD1DD3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71FAAB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4E62438" w14:textId="1085D3BB" w:rsidR="00CD7A28" w:rsidRPr="000754EC" w:rsidRDefault="00123270" w:rsidP="00CD7A28">
            <w:pPr>
              <w:pStyle w:val="SIText"/>
            </w:pPr>
            <w:hyperlink r:id="rId12" w:history="1">
              <w:r w:rsidR="00F80FB0" w:rsidRPr="00FA699E">
                <w:t>https://vetnet.education.gov.au/Pages/TrainingDocs.aspx?q=78b15323-cd38-483e-aad7-1159b570a5c4</w:t>
              </w:r>
            </w:hyperlink>
            <w:r w:rsidR="00F80FB0">
              <w:br/>
            </w:r>
          </w:p>
        </w:tc>
      </w:tr>
    </w:tbl>
    <w:p w14:paraId="2C27E30E" w14:textId="77777777" w:rsidR="00F1480E" w:rsidRDefault="00F1480E" w:rsidP="005F771F">
      <w:pPr>
        <w:pStyle w:val="SIText"/>
      </w:pPr>
    </w:p>
    <w:p w14:paraId="113E655C" w14:textId="77777777" w:rsidR="00634E41" w:rsidRDefault="00634E41">
      <w:pPr>
        <w:pStyle w:val="SIText"/>
      </w:pPr>
    </w:p>
    <w:sectPr w:rsidR="00634E41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3CF64" w14:textId="77777777" w:rsidR="00123270" w:rsidRDefault="00123270" w:rsidP="00BF3F0A">
      <w:r>
        <w:separator/>
      </w:r>
    </w:p>
    <w:p w14:paraId="62982F87" w14:textId="77777777" w:rsidR="00123270" w:rsidRDefault="00123270"/>
  </w:endnote>
  <w:endnote w:type="continuationSeparator" w:id="0">
    <w:p w14:paraId="38E42687" w14:textId="77777777" w:rsidR="00123270" w:rsidRDefault="00123270" w:rsidP="00BF3F0A">
      <w:r>
        <w:continuationSeparator/>
      </w:r>
    </w:p>
    <w:p w14:paraId="23A6D326" w14:textId="77777777" w:rsidR="00123270" w:rsidRDefault="001232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A397FA9" w14:textId="0113098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92627">
          <w:rPr>
            <w:noProof/>
          </w:rPr>
          <w:t>5</w:t>
        </w:r>
        <w:r w:rsidRPr="000754EC">
          <w:fldChar w:fldCharType="end"/>
        </w:r>
      </w:p>
      <w:p w14:paraId="2AE340A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B33FA5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B1E86" w14:textId="77777777" w:rsidR="00123270" w:rsidRDefault="00123270" w:rsidP="00BF3F0A">
      <w:r>
        <w:separator/>
      </w:r>
    </w:p>
    <w:p w14:paraId="5CFEC049" w14:textId="77777777" w:rsidR="00123270" w:rsidRDefault="00123270"/>
  </w:footnote>
  <w:footnote w:type="continuationSeparator" w:id="0">
    <w:p w14:paraId="56C6EBD2" w14:textId="77777777" w:rsidR="00123270" w:rsidRDefault="00123270" w:rsidP="00BF3F0A">
      <w:r>
        <w:continuationSeparator/>
      </w:r>
    </w:p>
    <w:p w14:paraId="2851B374" w14:textId="77777777" w:rsidR="00123270" w:rsidRDefault="001232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5C386" w14:textId="7D39F2A1" w:rsidR="009C2650" w:rsidRPr="002C0DFF" w:rsidRDefault="00FC17F9" w:rsidP="002C0DFF">
    <w:r>
      <w:t>FBPCDS</w:t>
    </w:r>
    <w:r w:rsidR="00D57711">
      <w:t>2004</w:t>
    </w:r>
    <w:r w:rsidR="002C0DFF" w:rsidRPr="002C0DFF">
      <w:t xml:space="preserve"> Perform cellar door stock control procedure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DF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C4E"/>
    <w:rsid w:val="00064BFE"/>
    <w:rsid w:val="00070B3E"/>
    <w:rsid w:val="00071F95"/>
    <w:rsid w:val="000737BB"/>
    <w:rsid w:val="00074E47"/>
    <w:rsid w:val="000754EC"/>
    <w:rsid w:val="00087CF2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23270"/>
    <w:rsid w:val="00133957"/>
    <w:rsid w:val="001372F6"/>
    <w:rsid w:val="00144385"/>
    <w:rsid w:val="00146EEC"/>
    <w:rsid w:val="00151D55"/>
    <w:rsid w:val="00151D93"/>
    <w:rsid w:val="00156EF3"/>
    <w:rsid w:val="001740A7"/>
    <w:rsid w:val="00176E4F"/>
    <w:rsid w:val="0018546B"/>
    <w:rsid w:val="001A08BF"/>
    <w:rsid w:val="001A6A3E"/>
    <w:rsid w:val="001A7B6D"/>
    <w:rsid w:val="001B34D5"/>
    <w:rsid w:val="001B513A"/>
    <w:rsid w:val="001C0A75"/>
    <w:rsid w:val="001C1306"/>
    <w:rsid w:val="001C34C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59FA"/>
    <w:rsid w:val="00233143"/>
    <w:rsid w:val="00234444"/>
    <w:rsid w:val="00242293"/>
    <w:rsid w:val="00244EA7"/>
    <w:rsid w:val="00256FB3"/>
    <w:rsid w:val="00262FC3"/>
    <w:rsid w:val="0026394F"/>
    <w:rsid w:val="00276DB8"/>
    <w:rsid w:val="00282664"/>
    <w:rsid w:val="00285FB8"/>
    <w:rsid w:val="002970C3"/>
    <w:rsid w:val="002A4CD3"/>
    <w:rsid w:val="002A6CC4"/>
    <w:rsid w:val="002B3B78"/>
    <w:rsid w:val="002C0DFF"/>
    <w:rsid w:val="002C55E9"/>
    <w:rsid w:val="002D0C8B"/>
    <w:rsid w:val="002D330A"/>
    <w:rsid w:val="002E193E"/>
    <w:rsid w:val="00310A6A"/>
    <w:rsid w:val="003144E6"/>
    <w:rsid w:val="0033753C"/>
    <w:rsid w:val="00337E82"/>
    <w:rsid w:val="00346FDC"/>
    <w:rsid w:val="00347154"/>
    <w:rsid w:val="00350BB1"/>
    <w:rsid w:val="00351159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7EF"/>
    <w:rsid w:val="003D2E73"/>
    <w:rsid w:val="003D40D6"/>
    <w:rsid w:val="003E72B6"/>
    <w:rsid w:val="003E7BBE"/>
    <w:rsid w:val="004127E3"/>
    <w:rsid w:val="00423E65"/>
    <w:rsid w:val="0043187C"/>
    <w:rsid w:val="0043212E"/>
    <w:rsid w:val="00434366"/>
    <w:rsid w:val="00434ECE"/>
    <w:rsid w:val="004415B6"/>
    <w:rsid w:val="00444423"/>
    <w:rsid w:val="00452F3E"/>
    <w:rsid w:val="004640AE"/>
    <w:rsid w:val="004679E3"/>
    <w:rsid w:val="00475172"/>
    <w:rsid w:val="004758B0"/>
    <w:rsid w:val="00475F3A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320E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E41"/>
    <w:rsid w:val="00634FCA"/>
    <w:rsid w:val="00643D1B"/>
    <w:rsid w:val="006452B8"/>
    <w:rsid w:val="00652E62"/>
    <w:rsid w:val="006718E4"/>
    <w:rsid w:val="00671BE9"/>
    <w:rsid w:val="00686A49"/>
    <w:rsid w:val="00687B62"/>
    <w:rsid w:val="00690C44"/>
    <w:rsid w:val="006969D9"/>
    <w:rsid w:val="006A2B68"/>
    <w:rsid w:val="006A7B0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0C6"/>
    <w:rsid w:val="0076523B"/>
    <w:rsid w:val="00771B60"/>
    <w:rsid w:val="00781D77"/>
    <w:rsid w:val="00783549"/>
    <w:rsid w:val="007860B7"/>
    <w:rsid w:val="00786DC8"/>
    <w:rsid w:val="007A300D"/>
    <w:rsid w:val="007A6DC2"/>
    <w:rsid w:val="007D5A78"/>
    <w:rsid w:val="007E3731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0A"/>
    <w:rsid w:val="008B7138"/>
    <w:rsid w:val="008E1614"/>
    <w:rsid w:val="008E260C"/>
    <w:rsid w:val="008E39BE"/>
    <w:rsid w:val="008E62EC"/>
    <w:rsid w:val="008F32F6"/>
    <w:rsid w:val="0090014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7A9C"/>
    <w:rsid w:val="00997C8F"/>
    <w:rsid w:val="009A5900"/>
    <w:rsid w:val="009A6E6C"/>
    <w:rsid w:val="009A6F3F"/>
    <w:rsid w:val="009B331A"/>
    <w:rsid w:val="009C2650"/>
    <w:rsid w:val="009D15E2"/>
    <w:rsid w:val="009D15FE"/>
    <w:rsid w:val="009D3AC8"/>
    <w:rsid w:val="009D5D2C"/>
    <w:rsid w:val="009F0DCC"/>
    <w:rsid w:val="009F11CA"/>
    <w:rsid w:val="00A0695B"/>
    <w:rsid w:val="00A13052"/>
    <w:rsid w:val="00A1550B"/>
    <w:rsid w:val="00A216A8"/>
    <w:rsid w:val="00A223A6"/>
    <w:rsid w:val="00A40B3E"/>
    <w:rsid w:val="00A5092E"/>
    <w:rsid w:val="00A554D6"/>
    <w:rsid w:val="00A56E14"/>
    <w:rsid w:val="00A6476B"/>
    <w:rsid w:val="00A76C6C"/>
    <w:rsid w:val="00A87356"/>
    <w:rsid w:val="00A92DD1"/>
    <w:rsid w:val="00AA36A6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3687"/>
    <w:rsid w:val="00B560C8"/>
    <w:rsid w:val="00B56761"/>
    <w:rsid w:val="00B60025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C6D84"/>
    <w:rsid w:val="00BD1AD2"/>
    <w:rsid w:val="00BD3B0F"/>
    <w:rsid w:val="00BE33E7"/>
    <w:rsid w:val="00BF1D4C"/>
    <w:rsid w:val="00BF3F0A"/>
    <w:rsid w:val="00C143C3"/>
    <w:rsid w:val="00C1739B"/>
    <w:rsid w:val="00C21ADE"/>
    <w:rsid w:val="00C26067"/>
    <w:rsid w:val="00C30A29"/>
    <w:rsid w:val="00C317DC"/>
    <w:rsid w:val="00C430C4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6933"/>
    <w:rsid w:val="00CE7D19"/>
    <w:rsid w:val="00CF0A4E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C24"/>
    <w:rsid w:val="00D32124"/>
    <w:rsid w:val="00D36E9B"/>
    <w:rsid w:val="00D54C76"/>
    <w:rsid w:val="00D5771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E17"/>
    <w:rsid w:val="00DD446F"/>
    <w:rsid w:val="00E238E6"/>
    <w:rsid w:val="00E35064"/>
    <w:rsid w:val="00E3681D"/>
    <w:rsid w:val="00E40225"/>
    <w:rsid w:val="00E403DE"/>
    <w:rsid w:val="00E44176"/>
    <w:rsid w:val="00E501F0"/>
    <w:rsid w:val="00E6166D"/>
    <w:rsid w:val="00E65914"/>
    <w:rsid w:val="00E91BFF"/>
    <w:rsid w:val="00E92933"/>
    <w:rsid w:val="00E94FAD"/>
    <w:rsid w:val="00EB0AA4"/>
    <w:rsid w:val="00EB2BA1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674F9"/>
    <w:rsid w:val="00F71651"/>
    <w:rsid w:val="00F76191"/>
    <w:rsid w:val="00F76CC6"/>
    <w:rsid w:val="00F80FB0"/>
    <w:rsid w:val="00F8112C"/>
    <w:rsid w:val="00F83D7C"/>
    <w:rsid w:val="00F92627"/>
    <w:rsid w:val="00F97EA1"/>
    <w:rsid w:val="00FA6AB1"/>
    <w:rsid w:val="00FB232E"/>
    <w:rsid w:val="00FB2A90"/>
    <w:rsid w:val="00FB5460"/>
    <w:rsid w:val="00FC17F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0D102"/>
  <w15:docId w15:val="{7F3B534D-D336-4CF7-A8C8-AE04360C7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A7B0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ca878eb-9ddd-4f69-83e9-e79f127acd88">
      <UserInfo>
        <DisplayName/>
        <AccountId xsi:nil="true"/>
        <AccountType/>
      </UserInfo>
    </Assigned_x0020_to0>
    <Area xmlns="bca878eb-9ddd-4f69-83e9-e79f127acd88">Cross sector</Area>
    <Project_x0020_phase xmlns="bca878eb-9ddd-4f69-83e9-e79f127acd88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261C31E46540A2E4478A259D854D" ma:contentTypeVersion="5" ma:contentTypeDescription="Create a new document." ma:contentTypeScope="" ma:versionID="2dc3e1bd70f58c9cb1a52d948467aa81">
  <xsd:schema xmlns:xsd="http://www.w3.org/2001/XMLSchema" xmlns:xs="http://www.w3.org/2001/XMLSchema" xmlns:p="http://schemas.microsoft.com/office/2006/metadata/properties" xmlns:ns2="bca878eb-9ddd-4f69-83e9-e79f127acd88" targetNamespace="http://schemas.microsoft.com/office/2006/metadata/properties" ma:root="true" ma:fieldsID="d77fde85cd05f591d694e771177e8fb5" ns2:_="">
    <xsd:import namespace="bca878eb-9ddd-4f69-83e9-e79f127acd8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878eb-9ddd-4f69-83e9-e79f127acd8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bca878eb-9ddd-4f69-83e9-e79f127acd88"/>
  </ds:schemaRefs>
</ds:datastoreItem>
</file>

<file path=customXml/itemProps3.xml><?xml version="1.0" encoding="utf-8"?>
<ds:datastoreItem xmlns:ds="http://schemas.openxmlformats.org/officeDocument/2006/customXml" ds:itemID="{C3CDAC33-F3B8-401F-ADF8-6A6226E7C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878eb-9ddd-4f69-83e9-e79f127a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F16F83-0C56-44DC-A9BC-D16D2F8B7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143</TotalTime>
  <Pages>5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7461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10</cp:revision>
  <cp:lastPrinted>2016-05-27T05:21:00Z</cp:lastPrinted>
  <dcterms:created xsi:type="dcterms:W3CDTF">2018-02-27T02:58:00Z</dcterms:created>
  <dcterms:modified xsi:type="dcterms:W3CDTF">2018-04-19T08:56:00Z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0x0101000138261C31E46540A2E4478A259D854D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